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94C4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239ADFC" w14:textId="77777777" w:rsidTr="00146EEC">
        <w:tc>
          <w:tcPr>
            <w:tcW w:w="2689" w:type="dxa"/>
          </w:tcPr>
          <w:p w14:paraId="58EF7B6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5D3EA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733F757" w14:textId="77777777" w:rsidTr="00146EEC">
        <w:tc>
          <w:tcPr>
            <w:tcW w:w="2689" w:type="dxa"/>
          </w:tcPr>
          <w:p w14:paraId="29D49F99" w14:textId="4B7180B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7F4965">
              <w:t>1</w:t>
            </w:r>
          </w:p>
        </w:tc>
        <w:tc>
          <w:tcPr>
            <w:tcW w:w="6939" w:type="dxa"/>
          </w:tcPr>
          <w:p w14:paraId="5CFB7E95" w14:textId="1C479BAC" w:rsidR="00F1480E" w:rsidRPr="000754EC" w:rsidRDefault="00084ED1" w:rsidP="000754EC">
            <w:pPr>
              <w:pStyle w:val="SIText"/>
            </w:pPr>
            <w:r>
              <w:t>This version released with</w:t>
            </w:r>
            <w:r w:rsidRPr="00084ED1">
              <w:t xml:space="preserve"> AHC Agriculture, Horticulture and Conservation and Land Management Training Package Version 3.0.</w:t>
            </w:r>
          </w:p>
        </w:tc>
      </w:tr>
    </w:tbl>
    <w:p w14:paraId="5FA49C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6761A" w:rsidRPr="00963A46" w14:paraId="7E2D1FC5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4925CFAC" w14:textId="61B9175F" w:rsidR="00F6761A" w:rsidRPr="00F6761A" w:rsidRDefault="00A93F4A" w:rsidP="00B23D93">
            <w:pPr>
              <w:pStyle w:val="SIUNITCODE"/>
            </w:pPr>
            <w:r>
              <w:t>FBPVIT</w:t>
            </w:r>
            <w:r w:rsidR="00F6761A" w:rsidRPr="00F6761A">
              <w:t>3</w:t>
            </w:r>
            <w:r w:rsidR="00B23D93">
              <w:t>XXX</w:t>
            </w:r>
          </w:p>
        </w:tc>
        <w:tc>
          <w:tcPr>
            <w:tcW w:w="3604" w:type="pct"/>
            <w:shd w:val="clear" w:color="auto" w:fill="auto"/>
          </w:tcPr>
          <w:p w14:paraId="4A9CD891" w14:textId="77777777" w:rsidR="00F6761A" w:rsidRPr="00F6761A" w:rsidRDefault="00F6761A" w:rsidP="00F6761A">
            <w:pPr>
              <w:pStyle w:val="SIUnittitle"/>
            </w:pPr>
            <w:r w:rsidRPr="00A53E99">
              <w:t>Implement</w:t>
            </w:r>
            <w:r w:rsidRPr="00F6761A">
              <w:t xml:space="preserve"> a soil management program</w:t>
            </w:r>
          </w:p>
        </w:tc>
      </w:tr>
      <w:tr w:rsidR="00F6761A" w:rsidRPr="00963A46" w14:paraId="23A1CC74" w14:textId="77777777" w:rsidTr="00CA2922">
        <w:tc>
          <w:tcPr>
            <w:tcW w:w="1396" w:type="pct"/>
            <w:shd w:val="clear" w:color="auto" w:fill="auto"/>
          </w:tcPr>
          <w:p w14:paraId="489D227D" w14:textId="7A67B013" w:rsidR="00F6761A" w:rsidRPr="00923720" w:rsidRDefault="00F6761A" w:rsidP="00F6761A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F40FE29" w14:textId="77777777" w:rsidR="00401473" w:rsidRDefault="00401473" w:rsidP="00401473">
            <w:pPr>
              <w:pStyle w:val="SIText"/>
            </w:pPr>
            <w:r>
              <w:t xml:space="preserve">This unit </w:t>
            </w:r>
            <w:r w:rsidRPr="00401473">
              <w:t>of competency describes the skills and knowledge required to monitor soil requirements and implement and evaluate a soil management program.</w:t>
            </w:r>
          </w:p>
          <w:p w14:paraId="4010CC5E" w14:textId="77777777" w:rsidR="00927010" w:rsidRPr="00401473" w:rsidRDefault="00927010" w:rsidP="00401473">
            <w:pPr>
              <w:pStyle w:val="SIText"/>
            </w:pPr>
          </w:p>
          <w:p w14:paraId="0B634231" w14:textId="14C279E5" w:rsidR="00401473" w:rsidRDefault="00401473" w:rsidP="00401473">
            <w:pPr>
              <w:pStyle w:val="SIText"/>
            </w:pPr>
            <w:r>
              <w:t xml:space="preserve">The unit applies to </w:t>
            </w:r>
            <w:r w:rsidR="009D4E59">
              <w:t>individuals</w:t>
            </w:r>
            <w:r w:rsidRPr="00401473">
              <w:t xml:space="preserve"> who </w:t>
            </w:r>
            <w:r w:rsidR="00A11C74">
              <w:t>carry out workplace procedures in consultation with the manager in completing tasks associated with implementing a soil management program.</w:t>
            </w:r>
          </w:p>
          <w:p w14:paraId="57F4A09A" w14:textId="77777777" w:rsidR="00927010" w:rsidRPr="00401473" w:rsidRDefault="00927010" w:rsidP="00401473">
            <w:pPr>
              <w:pStyle w:val="SIText"/>
            </w:pPr>
          </w:p>
          <w:p w14:paraId="764950A9" w14:textId="77777777" w:rsidR="00F6761A" w:rsidRDefault="009D4E59" w:rsidP="009D4E59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6376F68A" w14:textId="77777777" w:rsidR="00A11C74" w:rsidRPr="00401473" w:rsidRDefault="00A11C74" w:rsidP="00A11C74">
            <w:pPr>
              <w:pStyle w:val="SIText"/>
            </w:pPr>
          </w:p>
          <w:p w14:paraId="5F6E4033" w14:textId="6A6F0B1D" w:rsidR="00A11C74" w:rsidRPr="000754EC" w:rsidRDefault="00A11C74" w:rsidP="009D4E59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</w:tc>
      </w:tr>
      <w:tr w:rsidR="00401473" w:rsidRPr="00963A46" w14:paraId="73D6B4CF" w14:textId="77777777" w:rsidTr="00CA2922">
        <w:tc>
          <w:tcPr>
            <w:tcW w:w="1396" w:type="pct"/>
            <w:shd w:val="clear" w:color="auto" w:fill="auto"/>
          </w:tcPr>
          <w:p w14:paraId="112D5583" w14:textId="77777777" w:rsidR="00401473" w:rsidRPr="00401473" w:rsidRDefault="00401473" w:rsidP="00401473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094498F" w14:textId="2521DAAD" w:rsidR="00401473" w:rsidRPr="00401473" w:rsidRDefault="009D4E59" w:rsidP="00401473">
            <w:pPr>
              <w:pStyle w:val="SIText"/>
            </w:pPr>
            <w:commentRangeStart w:id="0"/>
            <w:r>
              <w:t>Nil</w:t>
            </w:r>
            <w:commentRangeEnd w:id="0"/>
            <w:r w:rsidR="007B3F5D">
              <w:rPr>
                <w:lang w:eastAsia="en-AU"/>
              </w:rPr>
              <w:commentReference w:id="0"/>
            </w:r>
          </w:p>
        </w:tc>
      </w:tr>
      <w:tr w:rsidR="00401473" w:rsidRPr="00963A46" w14:paraId="0C7C8A68" w14:textId="77777777" w:rsidTr="00CA2922">
        <w:tc>
          <w:tcPr>
            <w:tcW w:w="1396" w:type="pct"/>
            <w:shd w:val="clear" w:color="auto" w:fill="auto"/>
          </w:tcPr>
          <w:p w14:paraId="0EE35C71" w14:textId="77777777" w:rsidR="00401473" w:rsidRPr="00401473" w:rsidRDefault="00401473" w:rsidP="00401473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35E1C9D" w14:textId="0A8DF73E" w:rsidR="00401473" w:rsidRPr="000754EC" w:rsidRDefault="00A93F4A" w:rsidP="00A93F4A">
            <w:pPr>
              <w:pStyle w:val="SIText"/>
            </w:pPr>
            <w:r>
              <w:rPr>
                <w:rFonts w:eastAsiaTheme="minorHAnsi"/>
              </w:rPr>
              <w:t>Viticulture</w:t>
            </w:r>
            <w:r w:rsidR="00692A00">
              <w:rPr>
                <w:rFonts w:eastAsiaTheme="minorHAnsi"/>
                <w:lang w:val="en-GB"/>
              </w:rPr>
              <w:t xml:space="preserve"> (</w:t>
            </w:r>
            <w:r>
              <w:rPr>
                <w:rFonts w:eastAsiaTheme="minorHAnsi"/>
              </w:rPr>
              <w:t>VIT</w:t>
            </w:r>
            <w:r w:rsidR="00692A00">
              <w:rPr>
                <w:rFonts w:eastAsiaTheme="minorHAnsi"/>
                <w:lang w:val="en-GB"/>
              </w:rPr>
              <w:t>)</w:t>
            </w:r>
          </w:p>
        </w:tc>
      </w:tr>
    </w:tbl>
    <w:p w14:paraId="20D663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FF5AE6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ACE25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274A54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29B9151" w14:textId="77777777" w:rsidTr="00972046">
        <w:trPr>
          <w:cantSplit/>
          <w:trHeight w:val="506"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F30407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926050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01473" w:rsidRPr="00963A46" w14:paraId="3D4541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22BDF8" w14:textId="77777777" w:rsidR="00401473" w:rsidRPr="00401473" w:rsidRDefault="00401473" w:rsidP="00401473">
            <w:pPr>
              <w:pStyle w:val="SIText"/>
            </w:pPr>
            <w:r w:rsidRPr="00401473">
              <w:t>1. Monitor vineyard soil management requirements</w:t>
            </w:r>
          </w:p>
        </w:tc>
        <w:tc>
          <w:tcPr>
            <w:tcW w:w="3604" w:type="pct"/>
            <w:shd w:val="clear" w:color="auto" w:fill="auto"/>
          </w:tcPr>
          <w:p w14:paraId="7E912E40" w14:textId="0352C8AA" w:rsidR="00A11C74" w:rsidRDefault="009D4E59" w:rsidP="00B44149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 xml:space="preserve">1.1 Interpret and confirm </w:t>
            </w:r>
            <w:r w:rsidR="00A11C74">
              <w:rPr>
                <w:rFonts w:eastAsiaTheme="minorHAnsi"/>
              </w:rPr>
              <w:t>job requirements</w:t>
            </w:r>
          </w:p>
          <w:p w14:paraId="4AAC74BE" w14:textId="12D94107" w:rsidR="009D4E59" w:rsidRDefault="00A11C74" w:rsidP="00B44149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</w:rPr>
              <w:t xml:space="preserve">1.2 </w:t>
            </w:r>
            <w:r w:rsidR="00C440C8">
              <w:rPr>
                <w:rFonts w:eastAsiaTheme="minorHAnsi"/>
              </w:rPr>
              <w:t xml:space="preserve">Confirm environmental guidelines </w:t>
            </w:r>
            <w:r w:rsidR="009D4E59">
              <w:rPr>
                <w:rFonts w:eastAsiaTheme="minorHAnsi"/>
                <w:lang w:val="en-US"/>
              </w:rPr>
              <w:t xml:space="preserve"> and identify potential </w:t>
            </w:r>
            <w:r w:rsidR="00C440C8">
              <w:rPr>
                <w:rFonts w:eastAsiaTheme="minorHAnsi"/>
              </w:rPr>
              <w:t>workplace health and safety</w:t>
            </w:r>
            <w:r w:rsidR="00C440C8">
              <w:rPr>
                <w:rFonts w:eastAsiaTheme="minorHAnsi"/>
                <w:lang w:val="en-US"/>
              </w:rPr>
              <w:t xml:space="preserve"> </w:t>
            </w:r>
            <w:r w:rsidR="009D4E59">
              <w:rPr>
                <w:rFonts w:eastAsiaTheme="minorHAnsi"/>
                <w:lang w:val="en-US"/>
              </w:rPr>
              <w:t xml:space="preserve">hazards and controls </w:t>
            </w:r>
            <w:r w:rsidR="00C440C8">
              <w:rPr>
                <w:rFonts w:eastAsiaTheme="minorHAnsi"/>
              </w:rPr>
              <w:t>according to</w:t>
            </w:r>
            <w:r w:rsidR="009D4E59">
              <w:rPr>
                <w:rFonts w:eastAsiaTheme="minorHAnsi"/>
                <w:lang w:val="en-US"/>
              </w:rPr>
              <w:t xml:space="preserve"> workplace procedures</w:t>
            </w:r>
          </w:p>
          <w:p w14:paraId="0C088BDD" w14:textId="48BAD5E2" w:rsidR="009D4E59" w:rsidRPr="00401473" w:rsidRDefault="009D4E59" w:rsidP="00FE7437">
            <w:pPr>
              <w:pStyle w:val="SIText"/>
            </w:pPr>
            <w:r>
              <w:rPr>
                <w:rFonts w:eastAsiaTheme="minorHAnsi"/>
                <w:lang w:val="en-US"/>
              </w:rPr>
              <w:t>1.</w:t>
            </w:r>
            <w:r w:rsidR="00C440C8">
              <w:rPr>
                <w:rFonts w:eastAsiaTheme="minorHAnsi"/>
              </w:rPr>
              <w:t>3</w:t>
            </w:r>
            <w:r>
              <w:rPr>
                <w:rFonts w:eastAsiaTheme="minorHAnsi"/>
                <w:lang w:val="en-US"/>
              </w:rPr>
              <w:t xml:space="preserve"> Select and </w:t>
            </w:r>
            <w:r w:rsidR="00E62085">
              <w:rPr>
                <w:rFonts w:eastAsiaTheme="minorHAnsi"/>
              </w:rPr>
              <w:t>fit</w:t>
            </w:r>
            <w:r w:rsidR="00E62085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personal protective equipment </w:t>
            </w:r>
            <w:r w:rsidR="00E62085">
              <w:rPr>
                <w:rFonts w:eastAsiaTheme="minorHAnsi"/>
              </w:rPr>
              <w:t xml:space="preserve">according </w:t>
            </w:r>
            <w:r>
              <w:rPr>
                <w:rFonts w:eastAsiaTheme="minorHAnsi"/>
                <w:lang w:val="en-US"/>
              </w:rPr>
              <w:t xml:space="preserve">to the job </w:t>
            </w:r>
            <w:r w:rsidR="000A6013">
              <w:rPr>
                <w:rFonts w:eastAsiaTheme="minorHAnsi"/>
              </w:rPr>
              <w:t>requirements</w:t>
            </w:r>
          </w:p>
          <w:p w14:paraId="34788EBE" w14:textId="617ECD9D" w:rsidR="00401473" w:rsidRDefault="00401473" w:rsidP="00401473">
            <w:pPr>
              <w:pStyle w:val="SIText"/>
            </w:pPr>
            <w:r w:rsidRPr="00E8692F">
              <w:t>1.</w:t>
            </w:r>
            <w:r w:rsidR="00C440C8">
              <w:t>4</w:t>
            </w:r>
            <w:r w:rsidRPr="00401473">
              <w:t xml:space="preserve"> Monitor vineyard soil and interpret results according to workplace </w:t>
            </w:r>
            <w:r w:rsidR="00C440C8">
              <w:t>procedures</w:t>
            </w:r>
          </w:p>
          <w:p w14:paraId="2A0C3AA2" w14:textId="58A2F572" w:rsidR="00233B92" w:rsidRPr="00401473" w:rsidRDefault="00233B92" w:rsidP="00401473">
            <w:pPr>
              <w:pStyle w:val="SIText"/>
            </w:pPr>
            <w:r>
              <w:t>1.</w:t>
            </w:r>
            <w:r w:rsidR="008B4AF5">
              <w:t>5</w:t>
            </w:r>
            <w:r>
              <w:t xml:space="preserve"> Sample and test soils to determine options for soil management</w:t>
            </w:r>
          </w:p>
          <w:p w14:paraId="1008D0F7" w14:textId="1BE43584" w:rsidR="00401473" w:rsidRPr="00401473" w:rsidRDefault="00401473" w:rsidP="00401473">
            <w:pPr>
              <w:pStyle w:val="SIText"/>
            </w:pPr>
            <w:r w:rsidRPr="00963A46">
              <w:t>1.</w:t>
            </w:r>
            <w:r w:rsidR="008B4AF5">
              <w:t>6</w:t>
            </w:r>
            <w:r w:rsidRPr="00401473">
              <w:t xml:space="preserve"> Identify and recommend appropriate soil management activities to supervisor for approval</w:t>
            </w:r>
          </w:p>
        </w:tc>
      </w:tr>
      <w:tr w:rsidR="00401473" w:rsidRPr="00963A46" w14:paraId="6C6676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E39846" w14:textId="77777777" w:rsidR="00401473" w:rsidRPr="00401473" w:rsidRDefault="00401473" w:rsidP="00401473">
            <w:pPr>
              <w:pStyle w:val="SIText"/>
            </w:pPr>
            <w:r w:rsidRPr="00401473">
              <w:t>2. Implement soil management program</w:t>
            </w:r>
          </w:p>
        </w:tc>
        <w:tc>
          <w:tcPr>
            <w:tcW w:w="3604" w:type="pct"/>
            <w:shd w:val="clear" w:color="auto" w:fill="auto"/>
          </w:tcPr>
          <w:p w14:paraId="4A557F3C" w14:textId="5B1ABED7" w:rsidR="00401473" w:rsidRPr="00401473" w:rsidRDefault="00401473" w:rsidP="00FE7437">
            <w:pPr>
              <w:pStyle w:val="SIText"/>
            </w:pPr>
            <w:r>
              <w:t xml:space="preserve">2.1 </w:t>
            </w:r>
            <w:r w:rsidRPr="00401473">
              <w:t xml:space="preserve">Coordinate resources and brief personnel </w:t>
            </w:r>
            <w:r w:rsidR="00FE7437">
              <w:t>to undertake soil improvement</w:t>
            </w:r>
          </w:p>
          <w:p w14:paraId="1728D3F5" w14:textId="77777777" w:rsidR="00401473" w:rsidRDefault="00401473" w:rsidP="00E62085">
            <w:pPr>
              <w:pStyle w:val="SIText"/>
            </w:pPr>
            <w:r w:rsidRPr="00963A46">
              <w:t>2.2</w:t>
            </w:r>
            <w:r w:rsidRPr="00401473">
              <w:t xml:space="preserve"> Implement approved soil management </w:t>
            </w:r>
            <w:r w:rsidR="00E62085">
              <w:t>activities</w:t>
            </w:r>
          </w:p>
          <w:p w14:paraId="4CFEF76A" w14:textId="4FCBF2E2" w:rsidR="006313FD" w:rsidRPr="00401473" w:rsidRDefault="006313FD" w:rsidP="00E62085">
            <w:pPr>
              <w:pStyle w:val="SIText"/>
            </w:pPr>
            <w:r>
              <w:t>2.3 Monitor soil management activities to maintain program within specification</w:t>
            </w:r>
          </w:p>
        </w:tc>
      </w:tr>
      <w:tr w:rsidR="00401473" w:rsidRPr="00963A46" w14:paraId="3852ACD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DAE48F" w14:textId="3629C63C" w:rsidR="00401473" w:rsidRPr="00401473" w:rsidRDefault="00401473" w:rsidP="00401473">
            <w:pPr>
              <w:pStyle w:val="SIText"/>
            </w:pPr>
            <w:r w:rsidRPr="00401473">
              <w:t xml:space="preserve">3. Evaluate effectiveness of soil management </w:t>
            </w:r>
            <w:r w:rsidR="00B747BD">
              <w:t>program</w:t>
            </w:r>
          </w:p>
        </w:tc>
        <w:tc>
          <w:tcPr>
            <w:tcW w:w="3604" w:type="pct"/>
            <w:shd w:val="clear" w:color="auto" w:fill="auto"/>
          </w:tcPr>
          <w:p w14:paraId="357F0037" w14:textId="6B22B5D1" w:rsidR="00401473" w:rsidRPr="00401473" w:rsidRDefault="00401473" w:rsidP="00401473">
            <w:pPr>
              <w:pStyle w:val="SIText"/>
            </w:pPr>
            <w:r>
              <w:t xml:space="preserve">3.1 </w:t>
            </w:r>
            <w:r w:rsidRPr="00401473">
              <w:t xml:space="preserve">Monitor vineyard </w:t>
            </w:r>
            <w:r w:rsidR="00FE7437">
              <w:t xml:space="preserve">soil </w:t>
            </w:r>
            <w:r w:rsidRPr="00401473">
              <w:t>to evaluate effectiveness of activities</w:t>
            </w:r>
          </w:p>
          <w:p w14:paraId="643815A5" w14:textId="77777777" w:rsidR="00401473" w:rsidRPr="00401473" w:rsidRDefault="00401473" w:rsidP="00401473">
            <w:pPr>
              <w:pStyle w:val="SIText"/>
            </w:pPr>
            <w:r>
              <w:t xml:space="preserve">3.2 </w:t>
            </w:r>
            <w:r w:rsidRPr="00401473">
              <w:t>Monitor surrounding areas to evaluate environmental impact of soil management activities</w:t>
            </w:r>
          </w:p>
          <w:p w14:paraId="56A348B6" w14:textId="1DB19801" w:rsidR="00401473" w:rsidRPr="00401473" w:rsidRDefault="00401473" w:rsidP="00401473">
            <w:pPr>
              <w:pStyle w:val="SIText"/>
            </w:pPr>
            <w:r w:rsidRPr="00963A46">
              <w:t>3.3</w:t>
            </w:r>
            <w:r w:rsidRPr="00401473">
              <w:t xml:space="preserve"> Recognise</w:t>
            </w:r>
            <w:r w:rsidR="008B4AF5">
              <w:t xml:space="preserve"> and address non-conformances</w:t>
            </w:r>
            <w:r w:rsidRPr="00401473">
              <w:t xml:space="preserve"> according to workplace procedures</w:t>
            </w:r>
          </w:p>
          <w:p w14:paraId="51294BED" w14:textId="78292687" w:rsidR="00401473" w:rsidRPr="00401473" w:rsidRDefault="00744B14" w:rsidP="00401473">
            <w:pPr>
              <w:pStyle w:val="SIText"/>
            </w:pPr>
            <w:r>
              <w:t xml:space="preserve">3.4 Document soil management </w:t>
            </w:r>
            <w:r w:rsidR="00401473">
              <w:t>information according to workplace procedures</w:t>
            </w:r>
          </w:p>
        </w:tc>
      </w:tr>
    </w:tbl>
    <w:p w14:paraId="56BCD971" w14:textId="77777777" w:rsidR="005F771F" w:rsidRDefault="005F771F" w:rsidP="005F771F">
      <w:pPr>
        <w:pStyle w:val="SIText"/>
      </w:pPr>
    </w:p>
    <w:p w14:paraId="25EEA622" w14:textId="77777777" w:rsidR="005F771F" w:rsidRPr="000754EC" w:rsidRDefault="005F771F" w:rsidP="000754EC">
      <w:r>
        <w:br w:type="page"/>
      </w:r>
    </w:p>
    <w:p w14:paraId="4F683746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1467C95" w14:textId="77777777" w:rsidTr="00CA2922">
        <w:trPr>
          <w:tblHeader/>
        </w:trPr>
        <w:tc>
          <w:tcPr>
            <w:tcW w:w="5000" w:type="pct"/>
            <w:gridSpan w:val="2"/>
          </w:tcPr>
          <w:p w14:paraId="6C1D58D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CE6E75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691768E" w14:textId="77777777" w:rsidTr="00CA2922">
        <w:trPr>
          <w:tblHeader/>
        </w:trPr>
        <w:tc>
          <w:tcPr>
            <w:tcW w:w="1396" w:type="pct"/>
          </w:tcPr>
          <w:p w14:paraId="0826108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755184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E70EA" w:rsidRPr="00336FCA" w:rsidDel="00423CB2" w14:paraId="781A1A83" w14:textId="77777777" w:rsidTr="00CA2922">
        <w:tc>
          <w:tcPr>
            <w:tcW w:w="1396" w:type="pct"/>
          </w:tcPr>
          <w:p w14:paraId="257E196D" w14:textId="2C181540" w:rsidR="009E70EA" w:rsidRPr="00401473" w:rsidRDefault="009E70EA" w:rsidP="00401473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71A23D64" w14:textId="2F3739F0" w:rsidR="009E70EA" w:rsidRPr="00401473" w:rsidRDefault="006F0EAB" w:rsidP="007C59EF">
            <w:pPr>
              <w:pStyle w:val="SIBulletList1"/>
            </w:pPr>
            <w:r>
              <w:rPr>
                <w:rFonts w:eastAsiaTheme="minorHAnsi"/>
              </w:rPr>
              <w:t>Interpret</w:t>
            </w:r>
            <w:r w:rsidR="009E70EA">
              <w:rPr>
                <w:rFonts w:eastAsiaTheme="minorHAnsi"/>
                <w:lang w:val="en-GB"/>
              </w:rPr>
              <w:t xml:space="preserve"> information from a variety of workplace documents </w:t>
            </w:r>
          </w:p>
        </w:tc>
      </w:tr>
      <w:tr w:rsidR="009E70EA" w:rsidRPr="00336FCA" w:rsidDel="00423CB2" w14:paraId="064B0953" w14:textId="77777777" w:rsidTr="00CA2922">
        <w:tc>
          <w:tcPr>
            <w:tcW w:w="1396" w:type="pct"/>
          </w:tcPr>
          <w:p w14:paraId="1C781717" w14:textId="23157C07" w:rsidR="009E70EA" w:rsidRPr="00401473" w:rsidRDefault="009E70EA" w:rsidP="00401473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61A9ECD" w14:textId="74B6874C" w:rsidR="009E70EA" w:rsidRPr="00401473" w:rsidRDefault="009E70EA" w:rsidP="007C59EF">
            <w:pPr>
              <w:pStyle w:val="SIBulletList1"/>
            </w:pPr>
            <w:r>
              <w:rPr>
                <w:rFonts w:eastAsiaTheme="minorHAnsi"/>
                <w:lang w:val="en-GB"/>
              </w:rPr>
              <w:t xml:space="preserve">Produce workplace documents </w:t>
            </w:r>
            <w:r w:rsidR="006F0EAB">
              <w:rPr>
                <w:rFonts w:eastAsiaTheme="minorHAnsi"/>
              </w:rPr>
              <w:t>in required format</w:t>
            </w:r>
          </w:p>
        </w:tc>
      </w:tr>
      <w:tr w:rsidR="009E70EA" w:rsidRPr="00336FCA" w:rsidDel="00423CB2" w14:paraId="17DCAB20" w14:textId="77777777" w:rsidTr="00CD7A28">
        <w:trPr>
          <w:trHeight w:val="212"/>
        </w:trPr>
        <w:tc>
          <w:tcPr>
            <w:tcW w:w="1396" w:type="pct"/>
          </w:tcPr>
          <w:p w14:paraId="001030C7" w14:textId="07039F14" w:rsidR="009E70EA" w:rsidRPr="00401473" w:rsidRDefault="009E70EA" w:rsidP="00401473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082BEAD5" w14:textId="3A4C850E" w:rsidR="009E70EA" w:rsidRPr="00401473" w:rsidRDefault="00A93F4A" w:rsidP="00401473">
            <w:pPr>
              <w:pStyle w:val="SIBulletList1"/>
            </w:pPr>
            <w:r>
              <w:rPr>
                <w:rFonts w:eastAsiaTheme="minorHAnsi"/>
              </w:rPr>
              <w:t>Calculate numerical information relating to specifications, treatments and schedules</w:t>
            </w:r>
          </w:p>
        </w:tc>
      </w:tr>
      <w:tr w:rsidR="009E70EA" w:rsidRPr="00336FCA" w:rsidDel="00423CB2" w14:paraId="763318FA" w14:textId="77777777" w:rsidTr="00CD7A28">
        <w:trPr>
          <w:trHeight w:val="212"/>
        </w:trPr>
        <w:tc>
          <w:tcPr>
            <w:tcW w:w="1396" w:type="pct"/>
          </w:tcPr>
          <w:p w14:paraId="079D9F2C" w14:textId="6E6947C2" w:rsidR="009E70EA" w:rsidRPr="00401473" w:rsidRDefault="009E70EA" w:rsidP="00401473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4920463B" w14:textId="269BEF19" w:rsidR="009E70EA" w:rsidRPr="00401473" w:rsidRDefault="006F0EAB" w:rsidP="00401473">
            <w:pPr>
              <w:pStyle w:val="SIBulletList1"/>
            </w:pPr>
            <w:r>
              <w:rPr>
                <w:rFonts w:eastAsiaTheme="minorHAnsi"/>
              </w:rPr>
              <w:t xml:space="preserve">Apply workplace procedures and legislative responsibilities </w:t>
            </w:r>
            <w:r w:rsidR="00A93F4A">
              <w:rPr>
                <w:rFonts w:eastAsiaTheme="minorHAnsi"/>
              </w:rPr>
              <w:t xml:space="preserve">relevant </w:t>
            </w:r>
            <w:r>
              <w:rPr>
                <w:rFonts w:eastAsiaTheme="minorHAnsi"/>
              </w:rPr>
              <w:t>to own role</w:t>
            </w:r>
          </w:p>
        </w:tc>
      </w:tr>
      <w:tr w:rsidR="009E70EA" w:rsidRPr="00336FCA" w:rsidDel="00423CB2" w14:paraId="0F48F6AE" w14:textId="77777777" w:rsidTr="00CD7A28">
        <w:trPr>
          <w:trHeight w:val="212"/>
        </w:trPr>
        <w:tc>
          <w:tcPr>
            <w:tcW w:w="1396" w:type="pct"/>
          </w:tcPr>
          <w:p w14:paraId="21521CF8" w14:textId="09469994" w:rsidR="009E70EA" w:rsidRPr="00401473" w:rsidRDefault="009E70EA" w:rsidP="00401473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662E0A2B" w14:textId="5D9B4C1D" w:rsidR="009E70EA" w:rsidRPr="00401473" w:rsidRDefault="00A93F4A" w:rsidP="00401473">
            <w:pPr>
              <w:pStyle w:val="SIBulletList1"/>
            </w:pPr>
            <w:r w:rsidRPr="00A93F4A">
              <w:rPr>
                <w:rFonts w:eastAsiaTheme="minorHAnsi"/>
              </w:rPr>
              <w:t>Use required communication mode to report operational information to relevant personnel</w:t>
            </w:r>
          </w:p>
        </w:tc>
      </w:tr>
      <w:tr w:rsidR="009E70EA" w:rsidRPr="00336FCA" w:rsidDel="00423CB2" w14:paraId="1B70206C" w14:textId="77777777" w:rsidTr="00CD7A28">
        <w:trPr>
          <w:trHeight w:val="212"/>
        </w:trPr>
        <w:tc>
          <w:tcPr>
            <w:tcW w:w="1396" w:type="pct"/>
          </w:tcPr>
          <w:p w14:paraId="7D2C29A1" w14:textId="20A61135" w:rsidR="009E70EA" w:rsidRPr="00401473" w:rsidRDefault="009E70EA" w:rsidP="00401473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20E64189" w14:textId="6A377BC4" w:rsidR="009E70EA" w:rsidRPr="00744B14" w:rsidRDefault="00324AF3" w:rsidP="00FE7437">
            <w:pPr>
              <w:pStyle w:val="SIBulletList1"/>
            </w:pPr>
            <w:r>
              <w:rPr>
                <w:rFonts w:eastAsiaTheme="minorHAnsi"/>
              </w:rPr>
              <w:t>Respond to routine problems by referring to workplace procedures</w:t>
            </w:r>
          </w:p>
          <w:p w14:paraId="720A97D8" w14:textId="7AB883E6" w:rsidR="00324AF3" w:rsidRPr="00401473" w:rsidRDefault="00324AF3" w:rsidP="00FE7437">
            <w:pPr>
              <w:pStyle w:val="SIBulletList1"/>
            </w:pPr>
            <w:r>
              <w:rPr>
                <w:rFonts w:eastAsiaTheme="minorHAnsi"/>
              </w:rPr>
              <w:t>Plan and organise tasks to achieve job requirements</w:t>
            </w:r>
          </w:p>
        </w:tc>
      </w:tr>
    </w:tbl>
    <w:p w14:paraId="379898E4" w14:textId="77777777" w:rsidR="00916CD7" w:rsidRDefault="00916CD7" w:rsidP="005F771F">
      <w:pPr>
        <w:pStyle w:val="SIText"/>
      </w:pPr>
    </w:p>
    <w:p w14:paraId="742E2B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84B540" w14:textId="77777777" w:rsidTr="00F33FF2">
        <w:tc>
          <w:tcPr>
            <w:tcW w:w="5000" w:type="pct"/>
            <w:gridSpan w:val="4"/>
          </w:tcPr>
          <w:p w14:paraId="2A47FB6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2547FF4" w14:textId="77777777" w:rsidTr="00F33FF2">
        <w:tc>
          <w:tcPr>
            <w:tcW w:w="1028" w:type="pct"/>
          </w:tcPr>
          <w:p w14:paraId="4C2A24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7C265B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7C429F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B89D8F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01473" w14:paraId="15489245" w14:textId="77777777" w:rsidTr="00F33FF2">
        <w:tc>
          <w:tcPr>
            <w:tcW w:w="1028" w:type="pct"/>
          </w:tcPr>
          <w:p w14:paraId="7EBD646A" w14:textId="63A90113" w:rsidR="00401473" w:rsidRPr="00401473" w:rsidRDefault="00A93F4A" w:rsidP="00401473">
            <w:pPr>
              <w:pStyle w:val="SIText"/>
            </w:pPr>
            <w:r>
              <w:t>FBPVIT</w:t>
            </w:r>
            <w:r w:rsidR="00401473" w:rsidRPr="009317C6">
              <w:t>3</w:t>
            </w:r>
            <w:r w:rsidR="00B23D93">
              <w:t>XXX</w:t>
            </w:r>
            <w:r w:rsidR="00401473" w:rsidRPr="009317C6">
              <w:t xml:space="preserve"> Implement a soil management program</w:t>
            </w:r>
          </w:p>
        </w:tc>
        <w:tc>
          <w:tcPr>
            <w:tcW w:w="1105" w:type="pct"/>
          </w:tcPr>
          <w:p w14:paraId="42C2403A" w14:textId="77777777" w:rsidR="00401473" w:rsidRPr="00401473" w:rsidRDefault="00401473" w:rsidP="00401473">
            <w:pPr>
              <w:pStyle w:val="SIText"/>
            </w:pPr>
            <w:r w:rsidRPr="009317C6">
              <w:t>FDFWGG3010A Implement a soil management program</w:t>
            </w:r>
          </w:p>
        </w:tc>
        <w:tc>
          <w:tcPr>
            <w:tcW w:w="1251" w:type="pct"/>
          </w:tcPr>
          <w:p w14:paraId="17769834" w14:textId="77777777" w:rsidR="00DF43CA" w:rsidRPr="00DF43CA" w:rsidRDefault="00DF43CA" w:rsidP="00DF43CA">
            <w:pPr>
              <w:pStyle w:val="SIText"/>
            </w:pPr>
            <w:bookmarkStart w:id="1" w:name="_GoBack"/>
            <w:r w:rsidRPr="00DF43CA">
              <w:t>Updated to meet Standards for Training Packages</w:t>
            </w:r>
          </w:p>
          <w:p w14:paraId="3BB9B52B" w14:textId="659B0FBD" w:rsidR="00DF43CA" w:rsidRPr="00DF43CA" w:rsidRDefault="00DF43CA" w:rsidP="00DF43CA">
            <w:pPr>
              <w:pStyle w:val="SIText"/>
            </w:pPr>
            <w:r w:rsidRPr="00DF43CA">
              <w:t xml:space="preserve">Code changed to reflect </w:t>
            </w:r>
            <w:r w:rsidR="00B23D93">
              <w:t>industry sector</w:t>
            </w:r>
          </w:p>
          <w:p w14:paraId="26C19872" w14:textId="77777777" w:rsidR="00DF43CA" w:rsidRDefault="00DF43CA" w:rsidP="00DF43CA">
            <w:pPr>
              <w:pStyle w:val="SIText"/>
            </w:pPr>
            <w:r w:rsidRPr="00DF43CA">
              <w:t>Minor changes to performance criteria for clarity</w:t>
            </w:r>
          </w:p>
          <w:p w14:paraId="4E4BAD3B" w14:textId="0C86B45A" w:rsidR="00401473" w:rsidRDefault="00771C4C" w:rsidP="00DF43CA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prerequisites </w:t>
            </w:r>
            <w:r w:rsidR="00D223A7">
              <w:rPr>
                <w:rFonts w:eastAsiaTheme="minorHAnsi"/>
              </w:rPr>
              <w:t>as</w:t>
            </w:r>
            <w:r>
              <w:rPr>
                <w:rFonts w:eastAsiaTheme="minorHAnsi"/>
                <w:lang w:val="en-US"/>
              </w:rPr>
              <w:t xml:space="preserve"> no longer required by industry</w:t>
            </w:r>
            <w:bookmarkEnd w:id="1"/>
          </w:p>
        </w:tc>
        <w:tc>
          <w:tcPr>
            <w:tcW w:w="1616" w:type="pct"/>
          </w:tcPr>
          <w:p w14:paraId="48418999" w14:textId="77777777" w:rsidR="00401473" w:rsidRPr="00401473" w:rsidRDefault="00401473" w:rsidP="00401473">
            <w:pPr>
              <w:pStyle w:val="SIText"/>
            </w:pPr>
            <w:r>
              <w:t>E</w:t>
            </w:r>
            <w:r w:rsidRPr="00401473">
              <w:t>quivalent unit</w:t>
            </w:r>
          </w:p>
        </w:tc>
      </w:tr>
    </w:tbl>
    <w:p w14:paraId="1C2012D2" w14:textId="553BD86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D223A7" w:rsidRPr="00A55106" w14:paraId="199005A7" w14:textId="77777777" w:rsidTr="00744B14">
        <w:tc>
          <w:tcPr>
            <w:tcW w:w="1028" w:type="pct"/>
            <w:shd w:val="clear" w:color="auto" w:fill="auto"/>
          </w:tcPr>
          <w:p w14:paraId="157ECD2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3C90C987" w14:textId="7DFFA760" w:rsidR="00FE7437" w:rsidRPr="000754EC" w:rsidRDefault="00D223A7" w:rsidP="00CD7A28">
            <w:pPr>
              <w:pStyle w:val="SIText"/>
            </w:pPr>
            <w:r w:rsidRPr="00D223A7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4535A7B1" w14:textId="77777777" w:rsidR="00F1480E" w:rsidRDefault="00F1480E" w:rsidP="005F771F">
      <w:pPr>
        <w:pStyle w:val="SIText"/>
      </w:pPr>
    </w:p>
    <w:p w14:paraId="366F0AD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401473" w:rsidRPr="00E91BFF" w14:paraId="788752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CFFB644" w14:textId="254D028E" w:rsidR="00401473" w:rsidRPr="00401473" w:rsidRDefault="00D272F4" w:rsidP="00401473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9003893" w14:textId="0BF52F0F" w:rsidR="00401473" w:rsidRPr="00401473" w:rsidRDefault="00D272F4" w:rsidP="00D272F4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A93F4A">
              <w:rPr>
                <w:rFonts w:eastAsiaTheme="minorHAnsi"/>
              </w:rPr>
              <w:t>FBPVIT</w:t>
            </w:r>
            <w:r>
              <w:t>3</w:t>
            </w:r>
            <w:r w:rsidR="00B23D93">
              <w:t>XXX</w:t>
            </w:r>
            <w:r>
              <w:t xml:space="preserve"> </w:t>
            </w:r>
            <w:r w:rsidR="00401473" w:rsidRPr="00A53E99">
              <w:t xml:space="preserve">Implement a soil </w:t>
            </w:r>
            <w:r w:rsidR="00401473" w:rsidRPr="00401473">
              <w:t>management program</w:t>
            </w:r>
          </w:p>
        </w:tc>
      </w:tr>
      <w:tr w:rsidR="00556C4C" w:rsidRPr="00A55106" w14:paraId="6336A9C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A74859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01C1F99" w14:textId="77777777" w:rsidTr="00113678">
        <w:tc>
          <w:tcPr>
            <w:tcW w:w="5000" w:type="pct"/>
            <w:gridSpan w:val="2"/>
            <w:shd w:val="clear" w:color="auto" w:fill="auto"/>
          </w:tcPr>
          <w:p w14:paraId="431C3E17" w14:textId="488934B9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2D86C96E" w14:textId="77777777" w:rsidR="0026394F" w:rsidRDefault="0026394F" w:rsidP="00E40225">
            <w:pPr>
              <w:pStyle w:val="SIText"/>
            </w:pPr>
          </w:p>
          <w:p w14:paraId="68F8AC08" w14:textId="581AFA4F" w:rsidR="00D223A7" w:rsidRDefault="00D223A7" w:rsidP="00B44149">
            <w:pPr>
              <w:pStyle w:val="SIText"/>
            </w:pPr>
            <w:r w:rsidRPr="00D223A7">
              <w:t>There must be evidence that the individual has</w:t>
            </w:r>
            <w:r w:rsidR="00E62085">
              <w:t xml:space="preserve"> </w:t>
            </w:r>
            <w:r w:rsidR="00A93F4A">
              <w:t xml:space="preserve">monitored, </w:t>
            </w:r>
            <w:r w:rsidR="00E62085" w:rsidRPr="00E62085">
              <w:t>implement</w:t>
            </w:r>
            <w:r w:rsidR="00E62085">
              <w:t>ed</w:t>
            </w:r>
            <w:r w:rsidR="00E62085" w:rsidRPr="00E62085">
              <w:t xml:space="preserve"> and evaluate</w:t>
            </w:r>
            <w:r w:rsidR="00E62085">
              <w:t>d</w:t>
            </w:r>
            <w:r w:rsidR="00E62085" w:rsidRPr="00E62085">
              <w:t xml:space="preserve"> a soil management program</w:t>
            </w:r>
            <w:r w:rsidR="00E62085">
              <w:t xml:space="preserve"> </w:t>
            </w:r>
            <w:r w:rsidR="00A93F4A">
              <w:t xml:space="preserve">for a vineyard </w:t>
            </w:r>
            <w:r w:rsidR="00E62085">
              <w:t>and</w:t>
            </w:r>
            <w:r w:rsidRPr="00D223A7">
              <w:t xml:space="preserve"> demonstrated the following</w:t>
            </w:r>
            <w:r w:rsidR="00A93F4A">
              <w:t xml:space="preserve"> including</w:t>
            </w:r>
            <w:r w:rsidRPr="00D223A7">
              <w:t>:</w:t>
            </w:r>
          </w:p>
          <w:p w14:paraId="19AEA5ED" w14:textId="6D004742" w:rsidR="00324AF3" w:rsidRDefault="00324AF3" w:rsidP="00744B14">
            <w:pPr>
              <w:pStyle w:val="SIBulletList1"/>
            </w:pPr>
            <w:r>
              <w:t>accessing workplace information to identify vineyard soil requirements</w:t>
            </w:r>
          </w:p>
          <w:p w14:paraId="7EFB0A10" w14:textId="1E019AD1" w:rsidR="00324AF3" w:rsidRDefault="00401473" w:rsidP="00401473">
            <w:pPr>
              <w:pStyle w:val="SIBulletList1"/>
            </w:pPr>
            <w:r w:rsidRPr="00FA6F46">
              <w:t xml:space="preserve">ensuring use of </w:t>
            </w:r>
            <w:r w:rsidRPr="00401473">
              <w:t>work</w:t>
            </w:r>
            <w:r w:rsidR="00324AF3">
              <w:t>place</w:t>
            </w:r>
            <w:r w:rsidRPr="00401473">
              <w:t xml:space="preserve"> health and safety procedures </w:t>
            </w:r>
          </w:p>
          <w:p w14:paraId="04FE1AEE" w14:textId="3E9D0FE7" w:rsidR="00401473" w:rsidRPr="00401473" w:rsidRDefault="00324AF3" w:rsidP="00401473">
            <w:pPr>
              <w:pStyle w:val="SIBulletList1"/>
            </w:pPr>
            <w:r>
              <w:t xml:space="preserve">selecting </w:t>
            </w:r>
            <w:r w:rsidR="00401473" w:rsidRPr="00401473">
              <w:t xml:space="preserve">and </w:t>
            </w:r>
            <w:r>
              <w:t xml:space="preserve">fitting </w:t>
            </w:r>
            <w:r w:rsidR="00401473" w:rsidRPr="00401473">
              <w:t>personal protective equipment</w:t>
            </w:r>
          </w:p>
          <w:p w14:paraId="235BBEDB" w14:textId="77777777" w:rsidR="00401473" w:rsidRPr="00401473" w:rsidRDefault="00401473" w:rsidP="00401473">
            <w:pPr>
              <w:pStyle w:val="SIBulletList1"/>
            </w:pPr>
            <w:r w:rsidRPr="00FA6F46">
              <w:t xml:space="preserve">determining requirements for </w:t>
            </w:r>
            <w:r w:rsidRPr="00401473">
              <w:t>vineyard soil management and making recommendations for approval</w:t>
            </w:r>
          </w:p>
          <w:p w14:paraId="7EC8B13D" w14:textId="77777777" w:rsidR="00401473" w:rsidRPr="00401473" w:rsidRDefault="00401473" w:rsidP="00401473">
            <w:pPr>
              <w:pStyle w:val="SIBulletList1"/>
            </w:pPr>
            <w:r w:rsidRPr="00FA6F46">
              <w:t xml:space="preserve">coordinating </w:t>
            </w:r>
            <w:r w:rsidRPr="00401473">
              <w:t>resources and activities to implement soil management program</w:t>
            </w:r>
          </w:p>
          <w:p w14:paraId="74445D0E" w14:textId="2A77F1CD" w:rsidR="00401473" w:rsidRDefault="00401473" w:rsidP="00401473">
            <w:pPr>
              <w:pStyle w:val="SIBulletList1"/>
            </w:pPr>
            <w:r>
              <w:t xml:space="preserve">monitoring and identifying </w:t>
            </w:r>
            <w:r w:rsidR="00324AF3">
              <w:t>non-conformances</w:t>
            </w:r>
            <w:r>
              <w:t xml:space="preserve"> with the effectiveness of soil management program</w:t>
            </w:r>
          </w:p>
          <w:p w14:paraId="7DB2D180" w14:textId="77777777" w:rsidR="00556C4C" w:rsidRPr="000754EC" w:rsidRDefault="00401473" w:rsidP="00444975">
            <w:pPr>
              <w:pStyle w:val="SIBulletList1"/>
            </w:pPr>
            <w:r w:rsidRPr="00401473">
              <w:rPr>
                <w:rFonts w:eastAsiaTheme="minorEastAsia"/>
              </w:rPr>
              <w:t>completing workplace records.</w:t>
            </w:r>
          </w:p>
        </w:tc>
      </w:tr>
    </w:tbl>
    <w:p w14:paraId="61F5136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B811A8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1F6936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 xml:space="preserve">nowledge </w:t>
            </w:r>
            <w:commentRangeStart w:id="2"/>
            <w:r w:rsidRPr="000754EC">
              <w:t>Evidence</w:t>
            </w:r>
            <w:commentRangeEnd w:id="2"/>
            <w:r w:rsidR="007C59EF">
              <w:rPr>
                <w:b w:val="0"/>
                <w:sz w:val="20"/>
                <w:szCs w:val="22"/>
                <w:lang w:eastAsia="en-AU"/>
              </w:rPr>
              <w:commentReference w:id="2"/>
            </w:r>
          </w:p>
        </w:tc>
      </w:tr>
      <w:tr w:rsidR="00401473" w:rsidRPr="00067E1C" w14:paraId="58FCF504" w14:textId="77777777" w:rsidTr="00CA2922">
        <w:tc>
          <w:tcPr>
            <w:tcW w:w="5000" w:type="pct"/>
            <w:shd w:val="clear" w:color="auto" w:fill="auto"/>
          </w:tcPr>
          <w:p w14:paraId="6F783926" w14:textId="6C3E23BA" w:rsidR="00401473" w:rsidRDefault="00401473" w:rsidP="00401473">
            <w:pPr>
              <w:pStyle w:val="SIText"/>
            </w:pPr>
            <w:r w:rsidRPr="005F5AF6">
              <w:t>An</w:t>
            </w:r>
            <w:r w:rsidRPr="00401473">
              <w:t xml:space="preserve"> individual must be able to demonstrate the knowledge required to perform the tasks outlined in the elements and performance criteria of this unit. This includes knowledge of:</w:t>
            </w:r>
          </w:p>
          <w:p w14:paraId="349F9E43" w14:textId="0B2F52FE" w:rsidR="00324AF3" w:rsidRPr="00324AF3" w:rsidRDefault="00324AF3" w:rsidP="00324AF3">
            <w:pPr>
              <w:pStyle w:val="SIBulletList1"/>
            </w:pPr>
            <w:r>
              <w:t>work</w:t>
            </w:r>
            <w:r w:rsidR="007C59EF">
              <w:t>place</w:t>
            </w:r>
            <w:r w:rsidRPr="00324AF3">
              <w:t xml:space="preserve"> health and safety hazards and controls:</w:t>
            </w:r>
          </w:p>
          <w:p w14:paraId="26ED96C6" w14:textId="07D0F4EA" w:rsidR="00324AF3" w:rsidRDefault="00324AF3" w:rsidP="00744B14">
            <w:pPr>
              <w:pStyle w:val="SIBulletList1"/>
            </w:pPr>
            <w:r>
              <w:t xml:space="preserve">selecting, fitting and using appropriate personal protective </w:t>
            </w:r>
            <w:r w:rsidRPr="00324AF3">
              <w:t>equipment</w:t>
            </w:r>
          </w:p>
          <w:p w14:paraId="723547C2" w14:textId="77777777" w:rsidR="00401473" w:rsidRPr="00401473" w:rsidRDefault="00401473" w:rsidP="00401473">
            <w:pPr>
              <w:pStyle w:val="SIBulletList1"/>
            </w:pPr>
            <w:r w:rsidRPr="00E8692F">
              <w:t xml:space="preserve">soil management techniques and their </w:t>
            </w:r>
            <w:r w:rsidRPr="00401473">
              <w:t>effect on soil, vine growth, cropping levels and wine quality:</w:t>
            </w:r>
          </w:p>
          <w:p w14:paraId="010EDF7B" w14:textId="77777777" w:rsidR="00401473" w:rsidRPr="00401473" w:rsidRDefault="00401473" w:rsidP="00401473">
            <w:pPr>
              <w:pStyle w:val="SIBulletList2"/>
            </w:pPr>
            <w:r w:rsidRPr="00E8692F">
              <w:t>ideal soil environment for vines plus specific requirements of grapes grown</w:t>
            </w:r>
          </w:p>
          <w:p w14:paraId="32A02ADB" w14:textId="77777777" w:rsidR="00401473" w:rsidRPr="00401473" w:rsidRDefault="00401473" w:rsidP="00401473">
            <w:pPr>
              <w:pStyle w:val="SIBulletList2"/>
            </w:pPr>
            <w:r w:rsidRPr="00E8692F">
              <w:t>visual signs of vine nutrient deficiencies</w:t>
            </w:r>
          </w:p>
          <w:p w14:paraId="4598DDBD" w14:textId="77777777" w:rsidR="00401473" w:rsidRPr="00401473" w:rsidRDefault="00401473" w:rsidP="00401473">
            <w:pPr>
              <w:pStyle w:val="SIBulletList2"/>
            </w:pPr>
            <w:r w:rsidRPr="00E8692F">
              <w:t>sampling techniques and procedures</w:t>
            </w:r>
          </w:p>
          <w:p w14:paraId="147F7A43" w14:textId="77777777" w:rsidR="00401473" w:rsidRPr="00401473" w:rsidRDefault="00401473" w:rsidP="00401473">
            <w:pPr>
              <w:pStyle w:val="SIBulletList2"/>
            </w:pPr>
            <w:r w:rsidRPr="00E8692F">
              <w:t>routine testing techniques and procedures</w:t>
            </w:r>
          </w:p>
          <w:p w14:paraId="798208FE" w14:textId="77777777" w:rsidR="00401473" w:rsidRPr="00401473" w:rsidRDefault="00401473" w:rsidP="00401473">
            <w:pPr>
              <w:pStyle w:val="SIBulletList2"/>
            </w:pPr>
            <w:r w:rsidRPr="00E8692F">
              <w:t>interpretation of routine tests</w:t>
            </w:r>
          </w:p>
          <w:p w14:paraId="0CA0025F" w14:textId="3FDDA77D" w:rsidR="00401473" w:rsidRPr="00401473" w:rsidRDefault="00401473" w:rsidP="00401473">
            <w:pPr>
              <w:pStyle w:val="SIBulletList1"/>
            </w:pPr>
            <w:r>
              <w:t xml:space="preserve">procedures for </w:t>
            </w:r>
            <w:r w:rsidRPr="00401473">
              <w:t>monitoring the vineyard and interpreting the results to identify vineyard soil management requirements</w:t>
            </w:r>
            <w:r w:rsidR="00444975">
              <w:t>,</w:t>
            </w:r>
            <w:r w:rsidRPr="00401473">
              <w:t xml:space="preserve"> including:</w:t>
            </w:r>
          </w:p>
          <w:p w14:paraId="69B4539B" w14:textId="77777777" w:rsidR="000A6013" w:rsidRPr="00193EC0" w:rsidRDefault="000A6013" w:rsidP="000A6013">
            <w:pPr>
              <w:pStyle w:val="SIBulletList2"/>
            </w:pPr>
            <w:r w:rsidRPr="00193EC0">
              <w:t>soil moisture content</w:t>
            </w:r>
          </w:p>
          <w:p w14:paraId="45F85945" w14:textId="77777777" w:rsidR="000A6013" w:rsidRPr="00193EC0" w:rsidRDefault="000A6013" w:rsidP="000A6013">
            <w:pPr>
              <w:pStyle w:val="SIBulletList2"/>
            </w:pPr>
            <w:r w:rsidRPr="00193EC0">
              <w:t>water table level</w:t>
            </w:r>
          </w:p>
          <w:p w14:paraId="63857E7C" w14:textId="77777777" w:rsidR="000A6013" w:rsidRDefault="000A6013" w:rsidP="000A6013">
            <w:pPr>
              <w:pStyle w:val="SIBulletList2"/>
            </w:pPr>
            <w:r w:rsidRPr="00193EC0">
              <w:t>weed population</w:t>
            </w:r>
          </w:p>
          <w:p w14:paraId="135253C2" w14:textId="77777777" w:rsidR="000A6013" w:rsidRPr="00193EC0" w:rsidRDefault="000A6013" w:rsidP="000A6013">
            <w:pPr>
              <w:pStyle w:val="SIBulletList2"/>
            </w:pPr>
            <w:r w:rsidRPr="00193EC0">
              <w:t>nutrient levels in plant and soil</w:t>
            </w:r>
          </w:p>
          <w:p w14:paraId="586404DA" w14:textId="77777777" w:rsidR="000A6013" w:rsidRPr="00193EC0" w:rsidRDefault="000A6013" w:rsidP="000A6013">
            <w:pPr>
              <w:pStyle w:val="SIBulletList2"/>
            </w:pPr>
            <w:r w:rsidRPr="00193EC0">
              <w:t>signs of vine nutrient deficiencies</w:t>
            </w:r>
          </w:p>
          <w:p w14:paraId="101B1510" w14:textId="77777777" w:rsidR="000A6013" w:rsidRPr="00193EC0" w:rsidRDefault="000A6013" w:rsidP="000A6013">
            <w:pPr>
              <w:pStyle w:val="SIBulletList2"/>
            </w:pPr>
            <w:r w:rsidRPr="00193EC0">
              <w:t>climatic conditions</w:t>
            </w:r>
          </w:p>
          <w:p w14:paraId="7A03AF92" w14:textId="77777777" w:rsidR="000A6013" w:rsidRPr="00193EC0" w:rsidRDefault="000A6013" w:rsidP="000A6013">
            <w:pPr>
              <w:pStyle w:val="SIBulletList2"/>
            </w:pPr>
            <w:r w:rsidRPr="00193EC0">
              <w:t>cover crop practices</w:t>
            </w:r>
          </w:p>
          <w:p w14:paraId="7A736D0C" w14:textId="24E5FAEB" w:rsidR="000A6013" w:rsidRPr="00193EC0" w:rsidRDefault="000A6013" w:rsidP="000A6013">
            <w:pPr>
              <w:pStyle w:val="SIBulletList2"/>
            </w:pPr>
            <w:r w:rsidRPr="00193EC0">
              <w:t xml:space="preserve">soil analyses </w:t>
            </w:r>
            <w:r w:rsidR="00414F2B">
              <w:t>including</w:t>
            </w:r>
            <w:r w:rsidRPr="00193EC0">
              <w:t xml:space="preserve"> pH and salinity</w:t>
            </w:r>
          </w:p>
          <w:p w14:paraId="0CC89855" w14:textId="77777777" w:rsidR="000A6013" w:rsidRPr="00193EC0" w:rsidRDefault="000A6013" w:rsidP="000A6013">
            <w:pPr>
              <w:pStyle w:val="SIBulletList2"/>
            </w:pPr>
            <w:r w:rsidRPr="00193EC0">
              <w:t>evidence of hard pans</w:t>
            </w:r>
          </w:p>
          <w:p w14:paraId="0688B5EC" w14:textId="77777777" w:rsidR="000A6013" w:rsidRPr="00193EC0" w:rsidRDefault="000A6013" w:rsidP="000A6013">
            <w:pPr>
              <w:pStyle w:val="SIBulletList2"/>
            </w:pPr>
            <w:r w:rsidRPr="00193EC0">
              <w:t>soil texture</w:t>
            </w:r>
          </w:p>
          <w:p w14:paraId="45B7C553" w14:textId="77777777" w:rsidR="000A6013" w:rsidRPr="00193EC0" w:rsidRDefault="000A6013" w:rsidP="000A6013">
            <w:pPr>
              <w:pStyle w:val="SIBulletList2"/>
            </w:pPr>
            <w:r w:rsidRPr="00193EC0">
              <w:t>vine root distribution</w:t>
            </w:r>
          </w:p>
          <w:p w14:paraId="3619C989" w14:textId="77777777" w:rsidR="000A6013" w:rsidRPr="00193EC0" w:rsidRDefault="000A6013" w:rsidP="000A6013">
            <w:pPr>
              <w:pStyle w:val="SIBulletList2"/>
            </w:pPr>
            <w:r w:rsidRPr="00193EC0">
              <w:t>irrigation water quality</w:t>
            </w:r>
          </w:p>
          <w:p w14:paraId="16555215" w14:textId="77777777" w:rsidR="000A6013" w:rsidRPr="00193EC0" w:rsidRDefault="000A6013" w:rsidP="000A6013">
            <w:pPr>
              <w:pStyle w:val="SIBulletList2"/>
            </w:pPr>
            <w:r w:rsidRPr="00193EC0">
              <w:t>erosion risk</w:t>
            </w:r>
          </w:p>
          <w:p w14:paraId="623AA3C7" w14:textId="77777777" w:rsidR="000A6013" w:rsidRPr="00193EC0" w:rsidRDefault="000A6013" w:rsidP="000A6013">
            <w:pPr>
              <w:pStyle w:val="SIBulletList2"/>
            </w:pPr>
            <w:r w:rsidRPr="00193EC0">
              <w:t>soil management history</w:t>
            </w:r>
          </w:p>
          <w:p w14:paraId="1E60A6CE" w14:textId="4ADE07BA" w:rsidR="000A6013" w:rsidRDefault="000A6013" w:rsidP="00744B14">
            <w:pPr>
              <w:pStyle w:val="SIBulletList2"/>
            </w:pPr>
            <w:r w:rsidRPr="00193EC0">
              <w:t xml:space="preserve">growth of mid-row </w:t>
            </w:r>
            <w:r w:rsidRPr="00B747BD">
              <w:t>sward</w:t>
            </w:r>
            <w:r w:rsidRPr="000A6013" w:rsidDel="000A6013">
              <w:t xml:space="preserve"> </w:t>
            </w:r>
          </w:p>
          <w:p w14:paraId="62E27E4A" w14:textId="61AF551A" w:rsidR="00401473" w:rsidRPr="00401473" w:rsidRDefault="00401473" w:rsidP="00401473">
            <w:pPr>
              <w:pStyle w:val="SIBulletList1"/>
            </w:pPr>
            <w:r>
              <w:t xml:space="preserve">procedures for </w:t>
            </w:r>
            <w:r w:rsidRPr="00401473">
              <w:t>planning and implementing the soil management program:</w:t>
            </w:r>
          </w:p>
          <w:p w14:paraId="2613B7FF" w14:textId="77777777" w:rsidR="00401473" w:rsidRPr="00401473" w:rsidRDefault="00401473" w:rsidP="00401473">
            <w:pPr>
              <w:pStyle w:val="SIBulletList2"/>
            </w:pPr>
            <w:r w:rsidRPr="00FC789C">
              <w:t>resources, including operators with appropriate skills</w:t>
            </w:r>
          </w:p>
          <w:p w14:paraId="5D8686AE" w14:textId="77777777" w:rsidR="00401473" w:rsidRPr="00401473" w:rsidRDefault="00401473" w:rsidP="00401473">
            <w:pPr>
              <w:pStyle w:val="SIBulletList2"/>
            </w:pPr>
            <w:r w:rsidRPr="00FC789C">
              <w:t>equipment availability and capability</w:t>
            </w:r>
          </w:p>
          <w:p w14:paraId="0CE9A146" w14:textId="77777777" w:rsidR="00401473" w:rsidRPr="00401473" w:rsidRDefault="00401473" w:rsidP="00401473">
            <w:pPr>
              <w:pStyle w:val="SIBulletList2"/>
            </w:pPr>
            <w:r w:rsidRPr="00FC789C">
              <w:t>materials and chemicals</w:t>
            </w:r>
          </w:p>
          <w:p w14:paraId="79DCA8A8" w14:textId="77777777" w:rsidR="00401473" w:rsidRPr="00401473" w:rsidRDefault="00401473" w:rsidP="00401473">
            <w:pPr>
              <w:pStyle w:val="SIBulletList2"/>
            </w:pPr>
            <w:r w:rsidRPr="00FC789C">
              <w:t>maintenance programs and supplies</w:t>
            </w:r>
          </w:p>
          <w:p w14:paraId="213F3802" w14:textId="6C6EF0B0" w:rsidR="00401473" w:rsidRDefault="00401473" w:rsidP="00401473">
            <w:pPr>
              <w:pStyle w:val="SIBulletList2"/>
            </w:pPr>
            <w:r w:rsidRPr="00FC789C">
              <w:t>specific needs of individual blocks</w:t>
            </w:r>
          </w:p>
          <w:p w14:paraId="77148319" w14:textId="68F65D53" w:rsidR="00BE683F" w:rsidRPr="00401473" w:rsidRDefault="00BE683F" w:rsidP="00401473">
            <w:pPr>
              <w:pStyle w:val="SIBulletList2"/>
            </w:pPr>
            <w:r w:rsidRPr="00193EC0">
              <w:t>application rates for soil addition</w:t>
            </w:r>
          </w:p>
          <w:p w14:paraId="6EB3F2EF" w14:textId="719FB905" w:rsidR="00401473" w:rsidRPr="00401473" w:rsidRDefault="00401473" w:rsidP="004C1E0B">
            <w:pPr>
              <w:pStyle w:val="SIBulletList2"/>
            </w:pPr>
            <w:r w:rsidRPr="00FC789C">
              <w:t>environmental conditions</w:t>
            </w:r>
          </w:p>
          <w:p w14:paraId="087BBD47" w14:textId="77777777" w:rsidR="00401473" w:rsidRPr="00401473" w:rsidRDefault="00401473" w:rsidP="00401473">
            <w:pPr>
              <w:pStyle w:val="SIBulletList1"/>
            </w:pPr>
            <w:r>
              <w:t xml:space="preserve">procedures for </w:t>
            </w:r>
            <w:r w:rsidRPr="00401473">
              <w:t>monitoring soil management activities:</w:t>
            </w:r>
          </w:p>
          <w:p w14:paraId="0E19096A" w14:textId="77777777" w:rsidR="00401473" w:rsidRPr="00401473" w:rsidRDefault="00401473" w:rsidP="00401473">
            <w:pPr>
              <w:pStyle w:val="SIBulletList2"/>
            </w:pPr>
            <w:r w:rsidRPr="00FC789C">
              <w:t>operator performance</w:t>
            </w:r>
          </w:p>
          <w:p w14:paraId="718AD8F5" w14:textId="77777777" w:rsidR="00401473" w:rsidRPr="00401473" w:rsidRDefault="00401473" w:rsidP="00401473">
            <w:pPr>
              <w:pStyle w:val="SIBulletList2"/>
            </w:pPr>
            <w:r w:rsidRPr="00FC789C">
              <w:t>operating conditions</w:t>
            </w:r>
          </w:p>
          <w:p w14:paraId="76B22AB5" w14:textId="77777777" w:rsidR="00401473" w:rsidRPr="00401473" w:rsidRDefault="00401473" w:rsidP="00401473">
            <w:pPr>
              <w:pStyle w:val="SIBulletList2"/>
            </w:pPr>
            <w:r w:rsidRPr="00FC789C">
              <w:t>operating results</w:t>
            </w:r>
          </w:p>
          <w:p w14:paraId="2C1D5DC3" w14:textId="77777777" w:rsidR="00401473" w:rsidRPr="00401473" w:rsidRDefault="00401473" w:rsidP="00401473">
            <w:pPr>
              <w:pStyle w:val="SIBulletList2"/>
            </w:pPr>
            <w:r w:rsidRPr="00FC789C">
              <w:lastRenderedPageBreak/>
              <w:t>material supplies</w:t>
            </w:r>
          </w:p>
          <w:p w14:paraId="7DA2CCFD" w14:textId="77777777" w:rsidR="00401473" w:rsidRPr="00401473" w:rsidRDefault="00401473" w:rsidP="00401473">
            <w:pPr>
              <w:pStyle w:val="SIBulletList2"/>
            </w:pPr>
            <w:r w:rsidRPr="00FC789C">
              <w:t>equipment performance</w:t>
            </w:r>
          </w:p>
          <w:p w14:paraId="23678E45" w14:textId="62F204F3" w:rsidR="00966433" w:rsidRDefault="00966433" w:rsidP="00401473">
            <w:pPr>
              <w:pStyle w:val="SIBulletList1"/>
            </w:pPr>
            <w:r w:rsidRPr="00193EC0">
              <w:t>i</w:t>
            </w:r>
            <w:r w:rsidRPr="00966433">
              <w:t>dentifying, rectifying and reporting environmental non-co</w:t>
            </w:r>
            <w:r w:rsidR="007C59EF">
              <w:t>nformance</w:t>
            </w:r>
          </w:p>
          <w:p w14:paraId="5DFC6CB3" w14:textId="79B4D14A" w:rsidR="00401473" w:rsidRPr="00401473" w:rsidRDefault="00401473" w:rsidP="00401473">
            <w:pPr>
              <w:pStyle w:val="SIBulletList1"/>
            </w:pPr>
            <w:r w:rsidRPr="00E8692F">
              <w:t xml:space="preserve">procedures and responsibility for reporting </w:t>
            </w:r>
            <w:r w:rsidR="007C59EF">
              <w:t>non-conformance</w:t>
            </w:r>
          </w:p>
          <w:p w14:paraId="79AF3598" w14:textId="648B027F" w:rsidR="00401473" w:rsidRPr="00401473" w:rsidRDefault="00401473" w:rsidP="00401473">
            <w:pPr>
              <w:pStyle w:val="SIBulletList1"/>
            </w:pPr>
            <w:r w:rsidRPr="00FC789C">
              <w:t>consult</w:t>
            </w:r>
            <w:r w:rsidRPr="00401473">
              <w:t>ing with appropriate personnel</w:t>
            </w:r>
            <w:r w:rsidR="00444975">
              <w:t>:</w:t>
            </w:r>
          </w:p>
          <w:p w14:paraId="51A7F444" w14:textId="77777777" w:rsidR="00401473" w:rsidRPr="00401473" w:rsidRDefault="00401473" w:rsidP="00401473">
            <w:pPr>
              <w:pStyle w:val="SIBulletList2"/>
            </w:pPr>
            <w:r w:rsidRPr="00FC789C">
              <w:t>present</w:t>
            </w:r>
            <w:r w:rsidRPr="00401473">
              <w:t>ing and justifying recommendations to senior personnel</w:t>
            </w:r>
          </w:p>
          <w:p w14:paraId="3352ABD9" w14:textId="77777777" w:rsidR="00401473" w:rsidRPr="00401473" w:rsidRDefault="00401473" w:rsidP="00401473">
            <w:pPr>
              <w:pStyle w:val="SIBulletList2"/>
            </w:pPr>
            <w:r w:rsidRPr="00FC789C">
              <w:t>instruct</w:t>
            </w:r>
            <w:r w:rsidRPr="00401473">
              <w:t>ing and supervising operators</w:t>
            </w:r>
          </w:p>
          <w:p w14:paraId="059760D4" w14:textId="72E84FD8" w:rsidR="00401473" w:rsidRPr="00401473" w:rsidRDefault="00401473" w:rsidP="00401473">
            <w:pPr>
              <w:pStyle w:val="SIBulletList1"/>
            </w:pPr>
            <w:r w:rsidRPr="00FC789C">
              <w:t xml:space="preserve">application rates </w:t>
            </w:r>
            <w:r w:rsidRPr="00401473">
              <w:t>for soil addition</w:t>
            </w:r>
          </w:p>
          <w:p w14:paraId="1B6A52F3" w14:textId="5EE24531" w:rsidR="00401473" w:rsidRPr="00401473" w:rsidRDefault="00863DC7" w:rsidP="00401473">
            <w:pPr>
              <w:pStyle w:val="SIBulletList1"/>
            </w:pPr>
            <w:r>
              <w:t xml:space="preserve">completing </w:t>
            </w:r>
            <w:r w:rsidR="00401473" w:rsidRPr="00FC789C">
              <w:t>workplace records</w:t>
            </w:r>
            <w:r w:rsidR="00401473" w:rsidRPr="00401473">
              <w:t>.</w:t>
            </w:r>
          </w:p>
        </w:tc>
      </w:tr>
    </w:tbl>
    <w:p w14:paraId="7B5071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02FE6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2E370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C515B5F" w14:textId="77777777" w:rsidTr="00CA2922">
        <w:tc>
          <w:tcPr>
            <w:tcW w:w="5000" w:type="pct"/>
            <w:shd w:val="clear" w:color="auto" w:fill="auto"/>
          </w:tcPr>
          <w:p w14:paraId="0DE6D252" w14:textId="554BFEDD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6B1F54E7" w14:textId="77777777" w:rsidR="00401473" w:rsidRPr="00401473" w:rsidRDefault="00401473" w:rsidP="00401473">
            <w:pPr>
              <w:pStyle w:val="SIBulletList1"/>
            </w:pPr>
            <w:r>
              <w:t>physical conditions:</w:t>
            </w:r>
          </w:p>
          <w:p w14:paraId="2C0903AA" w14:textId="14206821" w:rsidR="00401473" w:rsidRPr="00401473" w:rsidRDefault="00401473" w:rsidP="00401473">
            <w:pPr>
              <w:pStyle w:val="SIBulletList2"/>
              <w:rPr>
                <w:rFonts w:eastAsia="Calibri"/>
              </w:rPr>
            </w:pPr>
            <w:r w:rsidRPr="00401473">
              <w:rPr>
                <w:rFonts w:eastAsia="Calibri"/>
              </w:rPr>
              <w:t xml:space="preserve">a </w:t>
            </w:r>
            <w:r w:rsidR="00414F2B">
              <w:rPr>
                <w:rFonts w:eastAsia="Calibri"/>
              </w:rPr>
              <w:t xml:space="preserve">vineyard </w:t>
            </w:r>
            <w:r w:rsidRPr="00401473">
              <w:rPr>
                <w:rFonts w:eastAsia="Calibri"/>
              </w:rPr>
              <w:t>workplace or an environment that accurately represents workplace conditions</w:t>
            </w:r>
          </w:p>
          <w:p w14:paraId="70DE559D" w14:textId="77777777" w:rsidR="00401473" w:rsidRPr="00401473" w:rsidRDefault="00401473" w:rsidP="00401473">
            <w:pPr>
              <w:pStyle w:val="SIBulletList1"/>
            </w:pPr>
            <w:r>
              <w:t>resources, e</w:t>
            </w:r>
            <w:r w:rsidRPr="00401473">
              <w:t>quipment and materials:</w:t>
            </w:r>
          </w:p>
          <w:p w14:paraId="1C876578" w14:textId="255A30F5" w:rsidR="00401473" w:rsidRPr="00401473" w:rsidRDefault="00401473" w:rsidP="00401473">
            <w:pPr>
              <w:pStyle w:val="SIBulletList2"/>
              <w:rPr>
                <w:rFonts w:eastAsia="Calibri"/>
              </w:rPr>
            </w:pPr>
            <w:r w:rsidRPr="00401473">
              <w:rPr>
                <w:rFonts w:eastAsia="Calibri"/>
              </w:rPr>
              <w:t>personal protective equipment</w:t>
            </w:r>
          </w:p>
          <w:p w14:paraId="114C62C5" w14:textId="7B363683" w:rsidR="00401473" w:rsidRPr="00401473" w:rsidRDefault="00233B92" w:rsidP="0040147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sampling and testing </w:t>
            </w:r>
            <w:r w:rsidR="00401473" w:rsidRPr="00401473">
              <w:rPr>
                <w:rFonts w:eastAsia="Calibri"/>
              </w:rPr>
              <w:t>equipment, services and corresponding information</w:t>
            </w:r>
          </w:p>
          <w:p w14:paraId="3A75DF8E" w14:textId="1014ED37" w:rsidR="00401473" w:rsidRPr="00401473" w:rsidRDefault="00233B92" w:rsidP="0040147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vineyard</w:t>
            </w:r>
            <w:r w:rsidR="00401473" w:rsidRPr="00401473">
              <w:rPr>
                <w:rFonts w:eastAsia="Calibri"/>
              </w:rPr>
              <w:t xml:space="preserve"> soils and growing media</w:t>
            </w:r>
          </w:p>
          <w:p w14:paraId="570E2912" w14:textId="0B2CC473" w:rsidR="00401473" w:rsidRPr="00401473" w:rsidRDefault="00401473" w:rsidP="00401473">
            <w:pPr>
              <w:pStyle w:val="SIBulletList2"/>
              <w:rPr>
                <w:rFonts w:eastAsia="Calibri"/>
              </w:rPr>
            </w:pPr>
            <w:r w:rsidRPr="00401473">
              <w:rPr>
                <w:rFonts w:eastAsia="Calibri"/>
              </w:rPr>
              <w:t>documentation and recording requirements and procedures</w:t>
            </w:r>
          </w:p>
          <w:p w14:paraId="554A7340" w14:textId="77777777" w:rsidR="00401473" w:rsidRPr="00401473" w:rsidRDefault="00401473" w:rsidP="00401473">
            <w:pPr>
              <w:pStyle w:val="SIBulletList1"/>
              <w:rPr>
                <w:rFonts w:eastAsia="Calibri"/>
              </w:rPr>
            </w:pPr>
            <w:r w:rsidRPr="00401473">
              <w:rPr>
                <w:rFonts w:eastAsia="Calibri"/>
              </w:rPr>
              <w:t>specifications:</w:t>
            </w:r>
          </w:p>
          <w:p w14:paraId="243444AE" w14:textId="6EFAA2A8" w:rsidR="00401473" w:rsidRPr="00401473" w:rsidRDefault="00401473" w:rsidP="00401473">
            <w:pPr>
              <w:pStyle w:val="SIBulletList2"/>
              <w:rPr>
                <w:rFonts w:eastAsia="Calibri"/>
              </w:rPr>
            </w:pPr>
            <w:r w:rsidRPr="00401473">
              <w:rPr>
                <w:rFonts w:eastAsia="Calibri"/>
              </w:rPr>
              <w:t xml:space="preserve">work procedures, including advice on company practices, safe work practices, </w:t>
            </w:r>
            <w:r w:rsidR="00233B92">
              <w:rPr>
                <w:rFonts w:eastAsia="Calibri"/>
              </w:rPr>
              <w:t xml:space="preserve">soil </w:t>
            </w:r>
            <w:r w:rsidRPr="00401473">
              <w:rPr>
                <w:rFonts w:eastAsia="Calibri"/>
              </w:rPr>
              <w:t>quality and environmental requirements</w:t>
            </w:r>
          </w:p>
          <w:p w14:paraId="043B864E" w14:textId="4F792F04" w:rsidR="00401473" w:rsidRPr="00401473" w:rsidRDefault="00401473" w:rsidP="00401473">
            <w:pPr>
              <w:pStyle w:val="SIBulletList2"/>
              <w:rPr>
                <w:rFonts w:eastAsia="Calibri"/>
              </w:rPr>
            </w:pPr>
            <w:r w:rsidRPr="00401473">
              <w:rPr>
                <w:rFonts w:eastAsia="Calibri"/>
              </w:rPr>
              <w:t>instructions, information, specifications and schedules</w:t>
            </w:r>
          </w:p>
          <w:p w14:paraId="5AC2956B" w14:textId="77777777" w:rsidR="00233B92" w:rsidRDefault="00233B92">
            <w:pPr>
              <w:pStyle w:val="SIText"/>
            </w:pPr>
          </w:p>
          <w:p w14:paraId="34A2AE95" w14:textId="361B9226" w:rsidR="007134FE" w:rsidRPr="000754EC" w:rsidRDefault="007134FE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60104C70" w14:textId="77777777" w:rsidR="00F1480E" w:rsidRPr="000754EC" w:rsidRDefault="00F1480E" w:rsidP="00401473">
            <w:pPr>
              <w:pStyle w:val="SIText"/>
              <w:rPr>
                <w:rFonts w:eastAsia="Calibri"/>
              </w:rPr>
            </w:pPr>
          </w:p>
        </w:tc>
      </w:tr>
    </w:tbl>
    <w:p w14:paraId="082B40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15AFB04" w14:textId="77777777" w:rsidTr="004679E3">
        <w:tc>
          <w:tcPr>
            <w:tcW w:w="990" w:type="pct"/>
            <w:shd w:val="clear" w:color="auto" w:fill="auto"/>
          </w:tcPr>
          <w:p w14:paraId="7E668FD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FA96A2C" w14:textId="53695110" w:rsidR="00FE7437" w:rsidRPr="000754EC" w:rsidRDefault="00D223A7" w:rsidP="00CD7A28">
            <w:pPr>
              <w:pStyle w:val="SIText"/>
            </w:pPr>
            <w:r w:rsidRPr="00D223A7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7A5CAAE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ennis Trevarthen" w:date="2017-11-07T08:41:00Z" w:initials="DT">
    <w:p w14:paraId="1DD7B60A" w14:textId="506E6F9A" w:rsidR="007B3F5D" w:rsidRDefault="007B3F5D">
      <w:r>
        <w:annotationRef/>
      </w:r>
      <w:r>
        <w:rPr>
          <w:rFonts w:eastAsiaTheme="minorHAnsi" w:cs="Arial"/>
          <w:color w:val="141414"/>
          <w:sz w:val="34"/>
          <w:szCs w:val="34"/>
          <w:lang w:val="en-US" w:eastAsia="en-US"/>
        </w:rPr>
        <w:t>FDFWGG2018A Operate vineyard equipment and AHCCHM303A Prepare and apply chemicals</w:t>
      </w:r>
      <w:r>
        <w:rPr>
          <w:rFonts w:eastAsiaTheme="minorHAnsi" w:cs="Arial"/>
          <w:sz w:val="34"/>
          <w:szCs w:val="34"/>
          <w:lang w:val="en-US" w:eastAsia="en-US"/>
        </w:rPr>
        <w:t> are</w:t>
      </w:r>
      <w:r>
        <w:rPr>
          <w:rFonts w:eastAsiaTheme="minorHAnsi" w:cs="Arial"/>
          <w:color w:val="141414"/>
          <w:sz w:val="34"/>
          <w:szCs w:val="34"/>
          <w:lang w:val="en-US" w:eastAsia="en-US"/>
        </w:rPr>
        <w:t> recommended for removal.</w:t>
      </w:r>
    </w:p>
  </w:comment>
  <w:comment w:id="2" w:author="Andrea Hayman" w:date="2018-03-29T09:41:00Z" w:initials="AH">
    <w:p w14:paraId="4D0F7E98" w14:textId="01E4E4A0" w:rsidR="007C59EF" w:rsidRDefault="007C59EF">
      <w:r>
        <w:annotationRef/>
      </w:r>
      <w:r>
        <w:t>SME to determine if all aspects of KE need to be included</w:t>
      </w:r>
      <w:r w:rsidR="00A93F4A">
        <w:t>? Check and edit list if necessary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DD7B60A" w15:done="0"/>
  <w15:commentEx w15:paraId="4D0F7E9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D7B60A" w16cid:durableId="1E60E75E"/>
  <w16cid:commentId w16cid:paraId="79ED712C" w16cid:durableId="1E60E75F"/>
  <w16cid:commentId w16cid:paraId="2C7E85D0" w16cid:durableId="1E60E760"/>
  <w16cid:commentId w16cid:paraId="35F91D8A" w16cid:durableId="1E60E76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AD2F17" w14:textId="77777777" w:rsidR="00B77F43" w:rsidRDefault="00B77F43" w:rsidP="00BF3F0A">
      <w:r>
        <w:separator/>
      </w:r>
    </w:p>
    <w:p w14:paraId="28F47BD2" w14:textId="77777777" w:rsidR="00B77F43" w:rsidRDefault="00B77F43"/>
  </w:endnote>
  <w:endnote w:type="continuationSeparator" w:id="0">
    <w:p w14:paraId="755B375D" w14:textId="77777777" w:rsidR="00B77F43" w:rsidRDefault="00B77F43" w:rsidP="00BF3F0A">
      <w:r>
        <w:continuationSeparator/>
      </w:r>
    </w:p>
    <w:p w14:paraId="4767D509" w14:textId="77777777" w:rsidR="00B77F43" w:rsidRDefault="00B77F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FDE0A6C" w14:textId="76A3B65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16D57">
          <w:rPr>
            <w:noProof/>
          </w:rPr>
          <w:t>1</w:t>
        </w:r>
        <w:r w:rsidRPr="000754EC">
          <w:fldChar w:fldCharType="end"/>
        </w:r>
      </w:p>
      <w:p w14:paraId="4442A17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4B39DA2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BEE99F" w14:textId="77777777" w:rsidR="00B77F43" w:rsidRDefault="00B77F43" w:rsidP="00BF3F0A">
      <w:r>
        <w:separator/>
      </w:r>
    </w:p>
    <w:p w14:paraId="151580C2" w14:textId="77777777" w:rsidR="00B77F43" w:rsidRDefault="00B77F43"/>
  </w:footnote>
  <w:footnote w:type="continuationSeparator" w:id="0">
    <w:p w14:paraId="1DE5C64F" w14:textId="77777777" w:rsidR="00B77F43" w:rsidRDefault="00B77F43" w:rsidP="00BF3F0A">
      <w:r>
        <w:continuationSeparator/>
      </w:r>
    </w:p>
    <w:p w14:paraId="12F58F8E" w14:textId="77777777" w:rsidR="00B77F43" w:rsidRDefault="00B77F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A37B7" w14:textId="7479D9FF" w:rsidR="009C2650" w:rsidRPr="00F6761A" w:rsidRDefault="00A93F4A" w:rsidP="00F6761A">
    <w:r>
      <w:t>FBPVIT</w:t>
    </w:r>
    <w:r w:rsidR="00F6761A" w:rsidRPr="009317C6">
      <w:t>3</w:t>
    </w:r>
    <w:r w:rsidR="00B23D93">
      <w:t>XXX</w:t>
    </w:r>
    <w:r w:rsidR="00F6761A" w:rsidRPr="009317C6">
      <w:t xml:space="preserve"> Implement a soil management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  <w15:person w15:author="Andrea Hayman">
    <w15:presenceInfo w15:providerId="AD" w15:userId="S-1-5-21-1144197097-1077214497-1142788899-31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61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4ED1"/>
    <w:rsid w:val="0009093B"/>
    <w:rsid w:val="000A5441"/>
    <w:rsid w:val="000A6013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3B92"/>
    <w:rsid w:val="00234444"/>
    <w:rsid w:val="0023539C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24AF3"/>
    <w:rsid w:val="00337E82"/>
    <w:rsid w:val="00346FDC"/>
    <w:rsid w:val="00350BB1"/>
    <w:rsid w:val="00352C83"/>
    <w:rsid w:val="003627BF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1473"/>
    <w:rsid w:val="004127E3"/>
    <w:rsid w:val="00414F2B"/>
    <w:rsid w:val="0043212E"/>
    <w:rsid w:val="00434366"/>
    <w:rsid w:val="00434ECE"/>
    <w:rsid w:val="00444423"/>
    <w:rsid w:val="00444975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626E"/>
    <w:rsid w:val="005C6B0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3FD"/>
    <w:rsid w:val="00633CFE"/>
    <w:rsid w:val="00634FCA"/>
    <w:rsid w:val="00643D1B"/>
    <w:rsid w:val="006452B8"/>
    <w:rsid w:val="00652E62"/>
    <w:rsid w:val="00686A49"/>
    <w:rsid w:val="00687B62"/>
    <w:rsid w:val="00690C44"/>
    <w:rsid w:val="00692A00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0EAB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B14"/>
    <w:rsid w:val="00752C75"/>
    <w:rsid w:val="00757005"/>
    <w:rsid w:val="00761DBE"/>
    <w:rsid w:val="0076523B"/>
    <w:rsid w:val="00771B60"/>
    <w:rsid w:val="00771C4C"/>
    <w:rsid w:val="00781D77"/>
    <w:rsid w:val="00783549"/>
    <w:rsid w:val="007860B7"/>
    <w:rsid w:val="00786DC8"/>
    <w:rsid w:val="007A300D"/>
    <w:rsid w:val="007B0ABF"/>
    <w:rsid w:val="007B3F5D"/>
    <w:rsid w:val="007C59EF"/>
    <w:rsid w:val="007D5A78"/>
    <w:rsid w:val="007E3BD1"/>
    <w:rsid w:val="007F1563"/>
    <w:rsid w:val="007F1EB2"/>
    <w:rsid w:val="007F44DB"/>
    <w:rsid w:val="007F4965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3DC7"/>
    <w:rsid w:val="00865011"/>
    <w:rsid w:val="00886790"/>
    <w:rsid w:val="008908DE"/>
    <w:rsid w:val="008A12ED"/>
    <w:rsid w:val="008A39D3"/>
    <w:rsid w:val="008B2C77"/>
    <w:rsid w:val="008B4AD2"/>
    <w:rsid w:val="008B4AF5"/>
    <w:rsid w:val="008B7138"/>
    <w:rsid w:val="008E260C"/>
    <w:rsid w:val="008E39BE"/>
    <w:rsid w:val="008E62EC"/>
    <w:rsid w:val="008F32F6"/>
    <w:rsid w:val="00916CD7"/>
    <w:rsid w:val="00916D57"/>
    <w:rsid w:val="00920927"/>
    <w:rsid w:val="00921B38"/>
    <w:rsid w:val="00923720"/>
    <w:rsid w:val="00927010"/>
    <w:rsid w:val="009278C9"/>
    <w:rsid w:val="00932CD7"/>
    <w:rsid w:val="00944C09"/>
    <w:rsid w:val="009527CB"/>
    <w:rsid w:val="00953835"/>
    <w:rsid w:val="00960F6C"/>
    <w:rsid w:val="00966433"/>
    <w:rsid w:val="00970747"/>
    <w:rsid w:val="00972046"/>
    <w:rsid w:val="00972A9A"/>
    <w:rsid w:val="009A5900"/>
    <w:rsid w:val="009A6E6C"/>
    <w:rsid w:val="009A6F3F"/>
    <w:rsid w:val="009B331A"/>
    <w:rsid w:val="009B5089"/>
    <w:rsid w:val="009C045E"/>
    <w:rsid w:val="009C2650"/>
    <w:rsid w:val="009D15E2"/>
    <w:rsid w:val="009D15FE"/>
    <w:rsid w:val="009D4E59"/>
    <w:rsid w:val="009D5D2C"/>
    <w:rsid w:val="009E70EA"/>
    <w:rsid w:val="009F0DCC"/>
    <w:rsid w:val="009F11CA"/>
    <w:rsid w:val="00A0695B"/>
    <w:rsid w:val="00A11C74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93F4A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3D93"/>
    <w:rsid w:val="00B3508F"/>
    <w:rsid w:val="00B44149"/>
    <w:rsid w:val="00B443EE"/>
    <w:rsid w:val="00B560C8"/>
    <w:rsid w:val="00B61150"/>
    <w:rsid w:val="00B65BC7"/>
    <w:rsid w:val="00B746B9"/>
    <w:rsid w:val="00B747BD"/>
    <w:rsid w:val="00B77F43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E683F"/>
    <w:rsid w:val="00BF1D4C"/>
    <w:rsid w:val="00BF3F0A"/>
    <w:rsid w:val="00C143C3"/>
    <w:rsid w:val="00C1739B"/>
    <w:rsid w:val="00C21ADE"/>
    <w:rsid w:val="00C26067"/>
    <w:rsid w:val="00C30A29"/>
    <w:rsid w:val="00C317DC"/>
    <w:rsid w:val="00C440C8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23A7"/>
    <w:rsid w:val="00D25D16"/>
    <w:rsid w:val="00D272F4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59E9"/>
    <w:rsid w:val="00DF43CA"/>
    <w:rsid w:val="00E238E6"/>
    <w:rsid w:val="00E24105"/>
    <w:rsid w:val="00E35064"/>
    <w:rsid w:val="00E3681D"/>
    <w:rsid w:val="00E40225"/>
    <w:rsid w:val="00E501F0"/>
    <w:rsid w:val="00E6166D"/>
    <w:rsid w:val="00E62085"/>
    <w:rsid w:val="00E91BFF"/>
    <w:rsid w:val="00E92933"/>
    <w:rsid w:val="00E94FAD"/>
    <w:rsid w:val="00EB0AA4"/>
    <w:rsid w:val="00EB5C88"/>
    <w:rsid w:val="00EC0469"/>
    <w:rsid w:val="00EF01F8"/>
    <w:rsid w:val="00EF3A6A"/>
    <w:rsid w:val="00EF40EF"/>
    <w:rsid w:val="00EF47FE"/>
    <w:rsid w:val="00F069BD"/>
    <w:rsid w:val="00F12DD0"/>
    <w:rsid w:val="00F1480E"/>
    <w:rsid w:val="00F1497D"/>
    <w:rsid w:val="00F16AAC"/>
    <w:rsid w:val="00F320AC"/>
    <w:rsid w:val="00F33FF2"/>
    <w:rsid w:val="00F438FC"/>
    <w:rsid w:val="00F5616F"/>
    <w:rsid w:val="00F56451"/>
    <w:rsid w:val="00F56827"/>
    <w:rsid w:val="00F62866"/>
    <w:rsid w:val="00F63C2A"/>
    <w:rsid w:val="00F65EF0"/>
    <w:rsid w:val="00F6761A"/>
    <w:rsid w:val="00F71651"/>
    <w:rsid w:val="00F76191"/>
    <w:rsid w:val="00F76CC6"/>
    <w:rsid w:val="00F76D69"/>
    <w:rsid w:val="00F83D7C"/>
    <w:rsid w:val="00FA6AB1"/>
    <w:rsid w:val="00FB232E"/>
    <w:rsid w:val="00FD557D"/>
    <w:rsid w:val="00FE0282"/>
    <w:rsid w:val="00FE124D"/>
    <w:rsid w:val="00FE3C65"/>
    <w:rsid w:val="00FE7437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5BFCC"/>
  <w15:docId w15:val="{8BF312DB-D7B0-4DC6-81FF-55310AD3F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A93F4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EBE16-5ECE-493A-9C8B-30CE083793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4.xml><?xml version="1.0" encoding="utf-8"?>
<ds:datastoreItem xmlns:ds="http://schemas.openxmlformats.org/officeDocument/2006/customXml" ds:itemID="{FB68C390-EA18-4E85-8550-6C5DF90B3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8</TotalTime>
  <Pages>4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FBPVIT3XXX Implement a soil management program</vt:lpstr>
    </vt:vector>
  </TitlesOfParts>
  <Manager/>
  <Company>Skills Impact Ltd</Company>
  <LinksUpToDate>false</LinksUpToDate>
  <CharactersWithSpaces>7449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FBPVIT3XXX Implement a soil management program</dc:title>
  <dc:subject/>
  <dc:creator>Dennis Trevarthen</dc:creator>
  <cp:keywords/>
  <dc:description/>
  <cp:lastModifiedBy>Ruth Geldard</cp:lastModifiedBy>
  <cp:revision>5</cp:revision>
  <cp:lastPrinted>2016-05-27T05:21:00Z</cp:lastPrinted>
  <dcterms:created xsi:type="dcterms:W3CDTF">2018-04-17T04:49:00Z</dcterms:created>
  <dcterms:modified xsi:type="dcterms:W3CDTF">2018-04-20T00:42:00Z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